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B2" w:rsidRPr="00122970" w:rsidRDefault="00EE40B2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EE40B2" w:rsidRDefault="00EE40B2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E40B2" w:rsidRPr="00371B2B" w:rsidRDefault="00EE40B2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E40B2" w:rsidRPr="00371B2B" w:rsidRDefault="00EE40B2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EE40B2" w:rsidRDefault="00EE40B2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EE40B2" w:rsidRPr="00371B2B" w:rsidRDefault="00EE40B2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EE40B2" w:rsidRPr="00371B2B" w:rsidRDefault="00EE40B2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EE40B2" w:rsidRDefault="00EE40B2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>z 2021 r. poz. 716, z późn.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EE40B2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Samorządowe Centrum Kultury i Bibliotek</w:t>
      </w:r>
    </w:p>
    <w:p w:rsidR="00EE40B2" w:rsidRPr="00371B2B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E40B2" w:rsidRDefault="00EE40B2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EE40B2" w:rsidRPr="00122970" w:rsidRDefault="00EE40B2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EE40B2" w:rsidRPr="00371B2B" w:rsidRDefault="00EE40B2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EE40B2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EE40B2" w:rsidRPr="00122970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E40B2" w:rsidRPr="00F36C31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EE40B2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EE40B2" w:rsidRPr="00122970" w:rsidRDefault="00EE40B2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EE40B2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Rynek 29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39-310 Radomyśl Wielki</w:t>
      </w:r>
    </w:p>
    <w:p w:rsidR="00EE40B2" w:rsidRPr="00F36C31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EE40B2" w:rsidRPr="00F36C31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EE40B2" w:rsidRPr="00122970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E40B2" w:rsidRDefault="002B78A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>
        <w:rPr>
          <w:rFonts w:eastAsia="Calibri" w:cs="Times New Roman"/>
          <w:b/>
          <w:noProof/>
          <w:szCs w:val="24"/>
          <w:lang w:val="en-US" w:eastAsia="en-US"/>
        </w:rPr>
        <w:t>sckib</w:t>
      </w:r>
      <w:r w:rsidR="00EE40B2" w:rsidRPr="00F44F42">
        <w:rPr>
          <w:rFonts w:eastAsia="Calibri" w:cs="Times New Roman"/>
          <w:b/>
          <w:noProof/>
          <w:szCs w:val="24"/>
          <w:lang w:val="en-US" w:eastAsia="en-US"/>
        </w:rPr>
        <w:t>@radomyslwielki.pl</w:t>
      </w:r>
      <w:bookmarkStart w:id="0" w:name="_GoBack"/>
      <w:bookmarkEnd w:id="0"/>
    </w:p>
    <w:p w:rsidR="00EE40B2" w:rsidRPr="00F36C31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EE40B2" w:rsidRPr="007D3844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EE40B2" w:rsidRPr="00122970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E40B2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681-96-72</w:t>
      </w:r>
    </w:p>
    <w:p w:rsidR="00EE40B2" w:rsidRPr="00F36C31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EE40B2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EE40B2" w:rsidRPr="00122970" w:rsidRDefault="00EE40B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E40B2" w:rsidRPr="00371B2B" w:rsidRDefault="00EE40B2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8171869022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E40B2" w:rsidRDefault="00EE40B2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EE40B2" w:rsidRDefault="00EE40B2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EE40B2" w:rsidRPr="00371B2B" w:rsidTr="006A1006">
        <w:tc>
          <w:tcPr>
            <w:tcW w:w="421" w:type="dxa"/>
          </w:tcPr>
          <w:p w:rsidR="00EE40B2" w:rsidRPr="006930BA" w:rsidRDefault="00EE40B2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EE40B2" w:rsidRPr="00371B2B" w:rsidRDefault="00EE40B2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EE40B2" w:rsidRDefault="00EE40B2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EE40B2" w:rsidRPr="00371B2B" w:rsidRDefault="00EE40B2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EE40B2" w:rsidRPr="00371B2B" w:rsidRDefault="00EE40B2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EE40B2" w:rsidRPr="00371B2B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E40B2" w:rsidRDefault="00EE40B2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E40B2" w:rsidRPr="00371B2B" w:rsidRDefault="00EE40B2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E40B2" w:rsidRPr="00371B2B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EE40B2" w:rsidRDefault="00EE40B2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EE40B2" w:rsidRDefault="00EE40B2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EE40B2" w:rsidRPr="00371B2B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>z późn.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E40B2" w:rsidRPr="00371B2B" w:rsidRDefault="00EE40B2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Pr="009C5635" w:rsidRDefault="00EE40B2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podmiot prowadzący żłobek, o którym mowa w ustawie z dnia 4 lutego 2011 r. o opiece nad dziećmi w wieku do lat 3 (Dz. U. z 2021 r. poz. 75, z późn. zm.), w zakresie, w jakim zużywa paliwo gazowe na potrzeby podstawowej działalności,</w:t>
      </w:r>
    </w:p>
    <w:p w:rsidR="00EE40B2" w:rsidRPr="009C5635" w:rsidRDefault="00EE40B2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9C5635" w:rsidTr="006A1006">
        <w:tc>
          <w:tcPr>
            <w:tcW w:w="421" w:type="dxa"/>
          </w:tcPr>
          <w:p w:rsidR="00EE40B2" w:rsidRPr="009C5635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Pr="009C5635" w:rsidRDefault="00EE40B2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EE40B2" w:rsidRPr="009C5635" w:rsidRDefault="00EE40B2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9C5635" w:rsidTr="006A1006">
        <w:tc>
          <w:tcPr>
            <w:tcW w:w="421" w:type="dxa"/>
          </w:tcPr>
          <w:p w:rsidR="00EE40B2" w:rsidRPr="009C5635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Pr="009C5635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EE40B2" w:rsidRPr="009C5635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9C5635" w:rsidTr="006A1006">
        <w:tc>
          <w:tcPr>
            <w:tcW w:w="421" w:type="dxa"/>
          </w:tcPr>
          <w:p w:rsidR="00EE40B2" w:rsidRPr="009C5635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Pr="009C5635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EE40B2" w:rsidRPr="009C5635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9C5635" w:rsidTr="006A1006">
        <w:tc>
          <w:tcPr>
            <w:tcW w:w="421" w:type="dxa"/>
          </w:tcPr>
          <w:p w:rsidR="00EE40B2" w:rsidRPr="009C5635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EE40B2" w:rsidRPr="00371B2B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EE40B2" w:rsidRDefault="00EE40B2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EE40B2" w:rsidRPr="00371B2B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Pr="00371B2B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EE40B2" w:rsidRPr="00371B2B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E40B2" w:rsidRDefault="00EE40B2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E40B2" w:rsidRDefault="00EE40B2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E40B2" w:rsidRDefault="00EE40B2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>, z późn.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E40B2" w:rsidRDefault="00EE40B2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>o działalności pożytku publicznego i o wolontariacie (Dz. U. z 2020 r. poz. 1057, z późn.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E40B2" w:rsidRPr="008611E1" w:rsidRDefault="00EE40B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Default="00EE40B2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E40B2" w:rsidRPr="008611E1" w:rsidRDefault="00EE40B2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E40B2" w:rsidRPr="00371B2B" w:rsidTr="006A1006">
        <w:tc>
          <w:tcPr>
            <w:tcW w:w="421" w:type="dxa"/>
          </w:tcPr>
          <w:p w:rsidR="00EE40B2" w:rsidRPr="00371B2B" w:rsidRDefault="00EE40B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E40B2" w:rsidRPr="00763E28" w:rsidRDefault="00EE40B2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EE40B2" w:rsidRPr="00371B2B" w:rsidRDefault="00EE40B2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EE40B2" w:rsidRPr="009C5635" w:rsidRDefault="00EE40B2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EE40B2" w:rsidRPr="00AD7837" w:rsidTr="00617577">
        <w:trPr>
          <w:trHeight w:val="413"/>
        </w:trPr>
        <w:tc>
          <w:tcPr>
            <w:tcW w:w="534" w:type="dxa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EE40B2" w:rsidRPr="00AD7837" w:rsidRDefault="00EE40B2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EE40B2" w:rsidRPr="00AD7837" w:rsidTr="00617577">
        <w:trPr>
          <w:trHeight w:val="559"/>
        </w:trPr>
        <w:tc>
          <w:tcPr>
            <w:tcW w:w="534" w:type="dxa"/>
            <w:vMerge w:val="restart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EE40B2" w:rsidRPr="00AD7837" w:rsidRDefault="00EE40B2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EE40B2" w:rsidRPr="00AD7837" w:rsidRDefault="00EE40B2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EE40B2" w:rsidRPr="00A33AEA" w:rsidRDefault="00EE40B2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EE40B2" w:rsidRPr="00AD7837" w:rsidTr="00617577">
        <w:trPr>
          <w:trHeight w:val="318"/>
        </w:trPr>
        <w:tc>
          <w:tcPr>
            <w:tcW w:w="534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E40B2" w:rsidRPr="00AD7837" w:rsidRDefault="00EE40B2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EE40B2" w:rsidRPr="00AD7837" w:rsidRDefault="00EE40B2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EE40B2" w:rsidRPr="00AD7837" w:rsidTr="00617577">
        <w:trPr>
          <w:trHeight w:val="962"/>
        </w:trPr>
        <w:tc>
          <w:tcPr>
            <w:tcW w:w="534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E40B2" w:rsidRPr="00AD7837" w:rsidRDefault="00EE40B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E40B2" w:rsidRPr="00AD7837" w:rsidRDefault="00EE40B2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EE40B2" w:rsidRPr="00AD7837" w:rsidRDefault="00EE40B2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EE40B2" w:rsidRPr="00AD7837" w:rsidTr="00617577">
        <w:trPr>
          <w:trHeight w:val="408"/>
        </w:trPr>
        <w:tc>
          <w:tcPr>
            <w:tcW w:w="534" w:type="dxa"/>
            <w:vAlign w:val="center"/>
          </w:tcPr>
          <w:p w:rsidR="00EE40B2" w:rsidRPr="00412B9E" w:rsidRDefault="00EE40B2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EE40B2" w:rsidRPr="00412B9E" w:rsidRDefault="00EE40B2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8018590365500073231672</w:t>
            </w:r>
          </w:p>
        </w:tc>
        <w:tc>
          <w:tcPr>
            <w:tcW w:w="1701" w:type="dxa"/>
            <w:vAlign w:val="center"/>
          </w:tcPr>
          <w:p w:rsidR="00EE40B2" w:rsidRDefault="00EE40B2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Dulcza Wiel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 xml:space="preserve">ka </w:t>
            </w:r>
          </w:p>
          <w:p w:rsidR="00EE40B2" w:rsidRDefault="00EE40B2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dz. 500/9</w:t>
            </w:r>
          </w:p>
          <w:p w:rsidR="00EE40B2" w:rsidRPr="00412B9E" w:rsidRDefault="00EE40B2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39-312 Żarówka</w:t>
            </w:r>
          </w:p>
        </w:tc>
        <w:tc>
          <w:tcPr>
            <w:tcW w:w="1075" w:type="dxa"/>
            <w:vAlign w:val="center"/>
          </w:tcPr>
          <w:p w:rsidR="00EE40B2" w:rsidRPr="00412B9E" w:rsidRDefault="00EE40B2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EE40B2" w:rsidRPr="00412B9E" w:rsidRDefault="00EE40B2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EE40B2" w:rsidRPr="00412B9E" w:rsidRDefault="00EE40B2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E40B2" w:rsidRPr="00412B9E" w:rsidRDefault="00EE40B2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EE40B2" w:rsidRPr="00412B9E" w:rsidRDefault="00EB6A92" w:rsidP="00EB6A9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EE40B2" w:rsidRPr="00AD7837" w:rsidTr="00617577">
        <w:trPr>
          <w:trHeight w:val="444"/>
        </w:trPr>
        <w:tc>
          <w:tcPr>
            <w:tcW w:w="534" w:type="dxa"/>
            <w:vAlign w:val="center"/>
          </w:tcPr>
          <w:p w:rsidR="00EE40B2" w:rsidRPr="00412B9E" w:rsidRDefault="00EE40B2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EE40B2" w:rsidRPr="00412B9E" w:rsidRDefault="00EE40B2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8018590365500071126796</w:t>
            </w:r>
          </w:p>
        </w:tc>
        <w:tc>
          <w:tcPr>
            <w:tcW w:w="1701" w:type="dxa"/>
            <w:vAlign w:val="center"/>
          </w:tcPr>
          <w:p w:rsidR="00EE40B2" w:rsidRDefault="00EE40B2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Radomyśl Wielki</w:t>
            </w:r>
          </w:p>
          <w:p w:rsidR="00EE40B2" w:rsidRDefault="00EE40B2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Rynek 29</w:t>
            </w:r>
          </w:p>
          <w:p w:rsidR="00EE40B2" w:rsidRPr="00412B9E" w:rsidRDefault="00EE40B2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EE40B2" w:rsidRPr="00412B9E" w:rsidRDefault="00EE40B2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EE40B2" w:rsidRPr="00412B9E" w:rsidRDefault="00EE40B2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EE40B2" w:rsidRPr="00412B9E" w:rsidRDefault="00EE40B2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E40B2" w:rsidRPr="00412B9E" w:rsidRDefault="00EE40B2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EE40B2" w:rsidRPr="00412B9E" w:rsidRDefault="00EB6A92" w:rsidP="00EB6A9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EE40B2" w:rsidRPr="008611E1" w:rsidRDefault="00EE40B2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EE40B2" w:rsidRPr="008611E1" w:rsidRDefault="00EE40B2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EE40B2" w:rsidRDefault="00EE40B2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EE40B2" w:rsidRDefault="00EE40B2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EE40B2" w:rsidRPr="004760F6" w:rsidTr="002C13B3">
        <w:trPr>
          <w:trHeight w:val="309"/>
        </w:trPr>
        <w:tc>
          <w:tcPr>
            <w:tcW w:w="2694" w:type="dxa"/>
          </w:tcPr>
          <w:p w:rsidR="00EE40B2" w:rsidRPr="004760F6" w:rsidRDefault="00EE40B2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EE40B2" w:rsidRPr="004760F6" w:rsidRDefault="00EE40B2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EE40B2" w:rsidRPr="004760F6" w:rsidRDefault="00EE40B2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EE40B2" w:rsidRPr="004760F6" w:rsidTr="002C13B3">
        <w:trPr>
          <w:trHeight w:val="689"/>
        </w:trPr>
        <w:tc>
          <w:tcPr>
            <w:tcW w:w="2694" w:type="dxa"/>
          </w:tcPr>
          <w:p w:rsidR="00EE40B2" w:rsidRPr="004760F6" w:rsidRDefault="00EE40B2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EE40B2" w:rsidRPr="004760F6" w:rsidRDefault="00EE40B2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EE40B2" w:rsidRPr="004760F6" w:rsidRDefault="00EE40B2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EE40B2" w:rsidRPr="00B63457" w:rsidRDefault="00EE40B2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EE40B2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7AF" w:rsidRDefault="00D877AF">
      <w:r>
        <w:separator/>
      </w:r>
    </w:p>
  </w:endnote>
  <w:endnote w:type="continuationSeparator" w:id="0">
    <w:p w:rsidR="00D877AF" w:rsidRDefault="00D87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7AF" w:rsidRDefault="00D877AF">
      <w:r>
        <w:separator/>
      </w:r>
    </w:p>
  </w:footnote>
  <w:footnote w:type="continuationSeparator" w:id="0">
    <w:p w:rsidR="00D877AF" w:rsidRDefault="00D877AF">
      <w:r>
        <w:continuationSeparator/>
      </w:r>
    </w:p>
  </w:footnote>
  <w:footnote w:id="1">
    <w:p w:rsidR="00EE40B2" w:rsidRPr="00EF7F64" w:rsidRDefault="00EE40B2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EE40B2" w:rsidRPr="00EF7F64" w:rsidRDefault="00EE40B2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EE40B2" w:rsidRPr="00EF7F64" w:rsidRDefault="00EE40B2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EE40B2" w:rsidRDefault="00EE40B2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EE40B2" w:rsidRPr="00822183" w:rsidRDefault="00EE40B2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EE40B2" w:rsidRDefault="00EE40B2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EE40B2" w:rsidRPr="00D23820" w:rsidRDefault="00EE40B2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EE40B2" w:rsidRPr="008611E1" w:rsidRDefault="00EE40B2">
      <w:pPr>
        <w:pStyle w:val="Tekstprzypisudolnego"/>
        <w:rPr>
          <w:sz w:val="2"/>
          <w:szCs w:val="2"/>
        </w:rPr>
      </w:pPr>
    </w:p>
  </w:footnote>
  <w:footnote w:id="9">
    <w:p w:rsidR="00EE40B2" w:rsidRPr="008611E1" w:rsidRDefault="00EE40B2" w:rsidP="00CD0317">
      <w:pPr>
        <w:pStyle w:val="Tekstprzypisudolnego"/>
        <w:rPr>
          <w:sz w:val="2"/>
          <w:szCs w:val="2"/>
        </w:rPr>
      </w:pPr>
    </w:p>
  </w:footnote>
  <w:footnote w:id="10">
    <w:p w:rsidR="00EE40B2" w:rsidRPr="008611E1" w:rsidRDefault="00EE40B2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1F8" w:rsidRPr="00122970" w:rsidRDefault="006C41F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2B78A6">
      <w:rPr>
        <w:noProof/>
        <w:sz w:val="18"/>
        <w:szCs w:val="18"/>
      </w:rPr>
      <w:t>9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665A6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8A6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0C1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877AF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B6A92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40B2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17C311-D33E-416A-BB52-74D0C7EA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5</TotalTime>
  <Pages>5</Pages>
  <Words>1152</Words>
  <Characters>6918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Asus</cp:lastModifiedBy>
  <cp:revision>3</cp:revision>
  <cp:lastPrinted>2022-01-14T11:37:00Z</cp:lastPrinted>
  <dcterms:created xsi:type="dcterms:W3CDTF">2022-07-03T10:18:00Z</dcterms:created>
  <dcterms:modified xsi:type="dcterms:W3CDTF">2022-09-02T09:16:00Z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